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C79" w:rsidRPr="00592AB5" w:rsidRDefault="00271C79" w:rsidP="00A77068">
      <w:pPr>
        <w:spacing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592AB5">
        <w:rPr>
          <w:rFonts w:ascii="Tahoma" w:hAnsi="Tahoma" w:cs="Tahoma"/>
          <w:b/>
          <w:bCs/>
          <w:sz w:val="20"/>
          <w:szCs w:val="20"/>
        </w:rPr>
        <w:t>ΔΕΛΤΙΟ ΠΡΟΟΔΟΥ ΕΝΕΡΓΕΙΩΝ ΩΡΙΜΑΝΣΗΣ</w:t>
      </w:r>
      <w:r>
        <w:rPr>
          <w:rFonts w:ascii="Tahoma" w:hAnsi="Tahoma" w:cs="Tahoma"/>
          <w:b/>
          <w:bCs/>
          <w:sz w:val="20"/>
          <w:szCs w:val="20"/>
        </w:rPr>
        <w:t xml:space="preserve"> &amp; ΥΠΟΧΡΕΩΣΕΩΝ</w:t>
      </w:r>
    </w:p>
    <w:p w:rsidR="00271C79" w:rsidRPr="003E69F7" w:rsidRDefault="00271C79" w:rsidP="00A77068">
      <w:pPr>
        <w:spacing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592AB5">
        <w:rPr>
          <w:rFonts w:ascii="Tahoma" w:hAnsi="Tahoma" w:cs="Tahoma"/>
          <w:b/>
          <w:bCs/>
          <w:sz w:val="20"/>
          <w:szCs w:val="20"/>
        </w:rPr>
        <w:t xml:space="preserve">ΠΡΑΞΗΣ </w:t>
      </w:r>
    </w:p>
    <w:p w:rsidR="00271C79" w:rsidRPr="003E69F7" w:rsidRDefault="00271C79" w:rsidP="00A77068">
      <w:pPr>
        <w:spacing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1E0"/>
      </w:tblPr>
      <w:tblGrid>
        <w:gridCol w:w="10206"/>
      </w:tblGrid>
      <w:tr w:rsidR="00271C79" w:rsidRPr="00592AB5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271C79" w:rsidRPr="00592AB5" w:rsidRDefault="00271C79" w:rsidP="007602E7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>Α. ΓΕΝΙΚΑ ΣΤΟΙΧΕΙΑ ΠΡΑΞΗΣ</w:t>
            </w:r>
          </w:p>
        </w:tc>
      </w:tr>
    </w:tbl>
    <w:p w:rsidR="00271C79" w:rsidRPr="00592AB5" w:rsidRDefault="00271C79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/>
      </w:tblPr>
      <w:tblGrid>
        <w:gridCol w:w="1843"/>
        <w:gridCol w:w="6521"/>
        <w:gridCol w:w="992"/>
        <w:gridCol w:w="850"/>
      </w:tblGrid>
      <w:tr w:rsidR="00271C79" w:rsidRPr="00592AB5">
        <w:tc>
          <w:tcPr>
            <w:tcW w:w="1843" w:type="dxa"/>
            <w:tcBorders>
              <w:right w:val="dotted" w:sz="4" w:space="0" w:color="auto"/>
            </w:tcBorders>
          </w:tcPr>
          <w:p w:rsidR="00271C79" w:rsidRPr="00592AB5" w:rsidRDefault="00271C79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271C79" w:rsidRPr="00592AB5" w:rsidRDefault="00271C79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</w:tcPr>
          <w:p w:rsidR="00271C79" w:rsidRPr="00592AB5" w:rsidRDefault="00271C79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271C79" w:rsidRPr="00592AB5" w:rsidRDefault="00271C79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71C79" w:rsidRPr="00592AB5" w:rsidRDefault="00271C79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/>
      </w:tblPr>
      <w:tblGrid>
        <w:gridCol w:w="1843"/>
        <w:gridCol w:w="6521"/>
        <w:gridCol w:w="992"/>
        <w:gridCol w:w="850"/>
      </w:tblGrid>
      <w:tr w:rsidR="00271C79" w:rsidRPr="00592AB5"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:rsidR="00271C79" w:rsidRPr="00DF4FD3" w:rsidRDefault="00271C79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4F2D0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271C79" w:rsidRPr="00592AB5"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:rsidR="00271C79" w:rsidRPr="00DF4FD3" w:rsidRDefault="00271C79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Πελοπόννησος</w:t>
            </w: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4F2D0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  <w:t>12</w:t>
            </w:r>
          </w:p>
        </w:tc>
      </w:tr>
      <w:tr w:rsidR="00271C79" w:rsidRPr="00592AB5"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:rsidR="00271C79" w:rsidRPr="00DF4FD3" w:rsidRDefault="00271C79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Προστασία του περιβάλλοντος – μετάβαση προς μια οικονομία φιλική στο περιβάλλον</w:t>
            </w: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4F2D0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  <w:t>3</w:t>
            </w:r>
          </w:p>
        </w:tc>
      </w:tr>
    </w:tbl>
    <w:p w:rsidR="00271C79" w:rsidRPr="00592AB5" w:rsidRDefault="00271C79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/>
      </w:tblPr>
      <w:tblGrid>
        <w:gridCol w:w="2410"/>
        <w:gridCol w:w="5954"/>
        <w:gridCol w:w="1842"/>
      </w:tblGrid>
      <w:tr w:rsidR="00271C79" w:rsidRPr="00592AB5">
        <w:tc>
          <w:tcPr>
            <w:tcW w:w="10206" w:type="dxa"/>
            <w:gridSpan w:val="3"/>
          </w:tcPr>
          <w:p w:rsidR="00271C79" w:rsidRPr="00592AB5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271C79" w:rsidRPr="00592AB5">
        <w:tc>
          <w:tcPr>
            <w:tcW w:w="2410" w:type="dxa"/>
          </w:tcPr>
          <w:p w:rsidR="00271C79" w:rsidRPr="00DF4FD3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271C79" w:rsidRPr="00592AB5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</w:tcPr>
          <w:p w:rsidR="00271C79" w:rsidRPr="00592AB5" w:rsidRDefault="00271C79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71C79" w:rsidRPr="00592AB5">
        <w:tc>
          <w:tcPr>
            <w:tcW w:w="2410" w:type="dxa"/>
          </w:tcPr>
          <w:p w:rsidR="00271C79" w:rsidRPr="00DF4FD3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271C79" w:rsidRPr="00592AB5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71C79" w:rsidRPr="00592AB5">
        <w:tc>
          <w:tcPr>
            <w:tcW w:w="2410" w:type="dxa"/>
          </w:tcPr>
          <w:p w:rsidR="00271C79" w:rsidRPr="00592AB5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271C79" w:rsidRPr="00592AB5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71C79" w:rsidRPr="00592AB5" w:rsidRDefault="00271C79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3828"/>
        <w:gridCol w:w="3260"/>
        <w:gridCol w:w="3118"/>
      </w:tblGrid>
      <w:tr w:rsidR="00271C79" w:rsidRPr="00592AB5">
        <w:trPr>
          <w:trHeight w:val="368"/>
        </w:trPr>
        <w:tc>
          <w:tcPr>
            <w:tcW w:w="7088" w:type="dxa"/>
            <w:gridSpan w:val="2"/>
          </w:tcPr>
          <w:p w:rsidR="00271C79" w:rsidRPr="00592AB5" w:rsidRDefault="00271C79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</w:tcPr>
          <w:p w:rsidR="00271C79" w:rsidRPr="00592AB5" w:rsidRDefault="00271C79" w:rsidP="00246F8F">
            <w:pPr>
              <w:tabs>
                <w:tab w:val="left" w:pos="480"/>
              </w:tabs>
              <w:spacing w:before="60" w:after="60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ab/>
              <w:t>ΑΠΟΔΟΧΗ από ΔΑ (ΕΦ)</w:t>
            </w:r>
          </w:p>
        </w:tc>
      </w:tr>
      <w:tr w:rsidR="00271C79" w:rsidRPr="00592AB5">
        <w:trPr>
          <w:trHeight w:val="20"/>
        </w:trPr>
        <w:tc>
          <w:tcPr>
            <w:tcW w:w="3828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271C79" w:rsidRPr="00592AB5">
        <w:trPr>
          <w:trHeight w:val="20"/>
        </w:trPr>
        <w:tc>
          <w:tcPr>
            <w:tcW w:w="3828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71C79" w:rsidRPr="00592AB5" w:rsidRDefault="00271C79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/>
      </w:tblPr>
      <w:tblGrid>
        <w:gridCol w:w="10206"/>
      </w:tblGrid>
      <w:tr w:rsidR="00271C79" w:rsidRPr="00592AB5">
        <w:tc>
          <w:tcPr>
            <w:tcW w:w="10206" w:type="dxa"/>
            <w:shd w:val="pct12" w:color="auto" w:fill="auto"/>
          </w:tcPr>
          <w:p w:rsidR="00271C79" w:rsidRPr="00592AB5" w:rsidRDefault="00271C79" w:rsidP="0075553D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br w:type="page"/>
              <w:t>Β. ΠΑΡΑΚΟΛΟΥΘΗΣΗ ΠΡΟΟΔΟΥ ΕΝΕΡΓΕΙΩΝ ΩΡΙΜΑΝΣΗΣ ΠΡΑΞΗΣ</w:t>
            </w:r>
          </w:p>
        </w:tc>
      </w:tr>
    </w:tbl>
    <w:p w:rsidR="00271C79" w:rsidRPr="00592AB5" w:rsidRDefault="00271C79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851"/>
        <w:gridCol w:w="850"/>
        <w:gridCol w:w="1134"/>
        <w:gridCol w:w="993"/>
        <w:gridCol w:w="1134"/>
        <w:gridCol w:w="850"/>
        <w:gridCol w:w="1134"/>
        <w:gridCol w:w="1418"/>
        <w:gridCol w:w="850"/>
        <w:gridCol w:w="992"/>
      </w:tblGrid>
      <w:tr w:rsidR="00271C79" w:rsidRPr="00592AB5">
        <w:trPr>
          <w:trHeight w:val="319"/>
        </w:trPr>
        <w:tc>
          <w:tcPr>
            <w:tcW w:w="10206" w:type="dxa"/>
            <w:gridSpan w:val="10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75553D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ΕΞΕΛΙΞΗ ΕΝΕΡΓΕΙΩΝ ΩΡΙΜΑΝΣΗΣ ΠΡΑΞΗΣ ΑΝΑ ΥΠΟΕΡΓΟ </w:t>
            </w:r>
          </w:p>
        </w:tc>
      </w:tr>
      <w:tr w:rsidR="00271C79" w:rsidRPr="00592AB5">
        <w:trPr>
          <w:trHeight w:val="381"/>
        </w:trPr>
        <w:tc>
          <w:tcPr>
            <w:tcW w:w="851" w:type="dxa"/>
            <w:vMerge w:val="restart"/>
            <w:tcBorders>
              <w:left w:val="dotted" w:sz="4" w:space="0" w:color="auto"/>
            </w:tcBorders>
            <w:vAlign w:val="center"/>
          </w:tcPr>
          <w:p w:rsidR="00271C79" w:rsidRPr="004839B0" w:rsidRDefault="00271C79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Α/Α. Ενέργειας </w:t>
            </w:r>
          </w:p>
        </w:tc>
        <w:tc>
          <w:tcPr>
            <w:tcW w:w="850" w:type="dxa"/>
            <w:vMerge w:val="restart"/>
            <w:vAlign w:val="center"/>
          </w:tcPr>
          <w:p w:rsidR="00271C79" w:rsidRPr="004839B0" w:rsidRDefault="00271C79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-108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Α/Α. Υποέργου </w:t>
            </w:r>
          </w:p>
        </w:tc>
        <w:tc>
          <w:tcPr>
            <w:tcW w:w="1134" w:type="dxa"/>
            <w:vMerge w:val="restart"/>
            <w:vAlign w:val="center"/>
          </w:tcPr>
          <w:p w:rsidR="00271C79" w:rsidRPr="004839B0" w:rsidRDefault="00271C79" w:rsidP="00792E83">
            <w:pPr>
              <w:pStyle w:val="ListParagraph"/>
              <w:numPr>
                <w:ilvl w:val="0"/>
                <w:numId w:val="30"/>
              </w:numPr>
              <w:tabs>
                <w:tab w:val="center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Περιγραφή Ενέργειας</w:t>
            </w:r>
          </w:p>
        </w:tc>
        <w:tc>
          <w:tcPr>
            <w:tcW w:w="993" w:type="dxa"/>
            <w:vMerge w:val="restart"/>
            <w:vAlign w:val="center"/>
          </w:tcPr>
          <w:p w:rsidR="00271C79" w:rsidRPr="004839B0" w:rsidRDefault="00271C79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Κατηγορίας Ενέργειας</w:t>
            </w:r>
          </w:p>
        </w:tc>
        <w:tc>
          <w:tcPr>
            <w:tcW w:w="1134" w:type="dxa"/>
            <w:vMerge w:val="restart"/>
            <w:vAlign w:val="center"/>
          </w:tcPr>
          <w:p w:rsidR="00271C79" w:rsidRPr="004839B0" w:rsidRDefault="00271C79" w:rsidP="00792E83">
            <w:pPr>
              <w:pStyle w:val="ListParagraph"/>
              <w:numPr>
                <w:ilvl w:val="0"/>
                <w:numId w:val="30"/>
              </w:numPr>
              <w:tabs>
                <w:tab w:val="left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Ημ/νια ολοκλήρωσης (εκτίμηση)</w:t>
            </w:r>
          </w:p>
        </w:tc>
        <w:tc>
          <w:tcPr>
            <w:tcW w:w="4252" w:type="dxa"/>
            <w:gridSpan w:val="4"/>
            <w:vAlign w:val="center"/>
          </w:tcPr>
          <w:p w:rsidR="00271C79" w:rsidRPr="004839B0" w:rsidRDefault="00271C79" w:rsidP="00EF7BBC">
            <w:pPr>
              <w:pStyle w:val="ListParagraph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ΤΑΥΤΟΠΟΙΗΣΗ ΣΤΑΔΙΟΥ ΕΝΕΡΓΕΙΑΣ</w:t>
            </w:r>
          </w:p>
        </w:tc>
        <w:tc>
          <w:tcPr>
            <w:tcW w:w="992" w:type="dxa"/>
            <w:vMerge w:val="restart"/>
            <w:tcBorders>
              <w:right w:val="dotted" w:sz="4" w:space="0" w:color="auto"/>
            </w:tcBorders>
            <w:vAlign w:val="center"/>
          </w:tcPr>
          <w:p w:rsidR="00271C79" w:rsidRPr="004839B0" w:rsidRDefault="00271C79" w:rsidP="003E69F7">
            <w:pPr>
              <w:pStyle w:val="ListParagraph"/>
              <w:numPr>
                <w:ilvl w:val="0"/>
                <w:numId w:val="30"/>
              </w:numPr>
              <w:tabs>
                <w:tab w:val="center" w:pos="176"/>
              </w:tabs>
              <w:ind w:lef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Σχόλια /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Αιτιολόγηση</w:t>
            </w:r>
          </w:p>
        </w:tc>
      </w:tr>
      <w:tr w:rsidR="00271C79" w:rsidRPr="00592AB5">
        <w:trPr>
          <w:trHeight w:val="381"/>
        </w:trPr>
        <w:tc>
          <w:tcPr>
            <w:tcW w:w="851" w:type="dxa"/>
            <w:vMerge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EF7BBC">
            <w:pPr>
              <w:pStyle w:val="ListParagraph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850" w:type="dxa"/>
            <w:vMerge/>
          </w:tcPr>
          <w:p w:rsidR="00271C79" w:rsidRPr="00592AB5" w:rsidRDefault="00271C79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71C79" w:rsidRPr="004839B0" w:rsidRDefault="00271C79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Στάδιο Εξέλιξης</w:t>
            </w:r>
          </w:p>
        </w:tc>
        <w:tc>
          <w:tcPr>
            <w:tcW w:w="1134" w:type="dxa"/>
            <w:vAlign w:val="center"/>
          </w:tcPr>
          <w:p w:rsidR="00271C79" w:rsidRPr="004839B0" w:rsidRDefault="00271C79" w:rsidP="001C1326">
            <w:pPr>
              <w:pStyle w:val="ListParagraph"/>
              <w:tabs>
                <w:tab w:val="left" w:pos="34"/>
              </w:tabs>
              <w:ind w:left="34" w:hanging="7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 Συστήματος (ή αρ. πρωτ.)</w:t>
            </w:r>
          </w:p>
        </w:tc>
        <w:tc>
          <w:tcPr>
            <w:tcW w:w="1418" w:type="dxa"/>
            <w:vAlign w:val="center"/>
          </w:tcPr>
          <w:p w:rsidR="00271C79" w:rsidRPr="004839B0" w:rsidRDefault="00271C79" w:rsidP="001C1326">
            <w:pPr>
              <w:pStyle w:val="ListParagraph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Ημ/νια Έναρξης Σταδίου (πραγματική ημερομηνία) </w:t>
            </w:r>
          </w:p>
        </w:tc>
        <w:tc>
          <w:tcPr>
            <w:tcW w:w="850" w:type="dxa"/>
            <w:vAlign w:val="center"/>
          </w:tcPr>
          <w:p w:rsidR="00271C79" w:rsidRPr="004839B0" w:rsidRDefault="00271C79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Αρμόδιος Φορέας </w:t>
            </w:r>
          </w:p>
        </w:tc>
        <w:tc>
          <w:tcPr>
            <w:tcW w:w="992" w:type="dxa"/>
            <w:vMerge/>
            <w:tcBorders>
              <w:right w:val="dotted" w:sz="4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271C79" w:rsidRPr="00592AB5">
        <w:trPr>
          <w:trHeight w:val="265"/>
        </w:trPr>
        <w:tc>
          <w:tcPr>
            <w:tcW w:w="851" w:type="dxa"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75289E">
            <w:pPr>
              <w:pStyle w:val="ListParagraph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1C79" w:rsidRPr="00592AB5">
        <w:trPr>
          <w:trHeight w:val="270"/>
        </w:trPr>
        <w:tc>
          <w:tcPr>
            <w:tcW w:w="851" w:type="dxa"/>
            <w:tcBorders>
              <w:left w:val="dotted" w:sz="4" w:space="0" w:color="auto"/>
              <w:bottom w:val="single" w:sz="18" w:space="0" w:color="auto"/>
            </w:tcBorders>
            <w:vAlign w:val="center"/>
          </w:tcPr>
          <w:p w:rsidR="00271C79" w:rsidRPr="00592AB5" w:rsidRDefault="00271C79" w:rsidP="0075289E">
            <w:pPr>
              <w:pStyle w:val="ListParagraph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pStyle w:val="ListParagraph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pStyle w:val="ListParagraph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71C79" w:rsidRPr="00592AB5" w:rsidRDefault="00271C79">
      <w:pPr>
        <w:rPr>
          <w:rFonts w:ascii="Tahoma" w:hAnsi="Tahoma" w:cs="Tahoma"/>
          <w:sz w:val="18"/>
          <w:szCs w:val="18"/>
        </w:rPr>
      </w:pPr>
    </w:p>
    <w:tbl>
      <w:tblPr>
        <w:tblW w:w="10256" w:type="dxa"/>
        <w:jc w:val="center"/>
        <w:tblInd w:w="3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1245"/>
        <w:gridCol w:w="850"/>
        <w:gridCol w:w="1842"/>
        <w:gridCol w:w="1701"/>
        <w:gridCol w:w="1701"/>
        <w:gridCol w:w="1418"/>
        <w:gridCol w:w="1499"/>
      </w:tblGrid>
      <w:tr w:rsidR="00271C79" w:rsidRPr="00592AB5">
        <w:trPr>
          <w:trHeight w:val="270"/>
          <w:jc w:val="center"/>
        </w:trPr>
        <w:tc>
          <w:tcPr>
            <w:tcW w:w="10256" w:type="dxa"/>
            <w:gridSpan w:val="7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0D786B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ΠΡΟΒΛΗΜΑΤΑ ΚΑΙ ΕΜΠΛΟΚΕΣ ΠΟΥ ΠΑΡΟΥΣΙΑΖΟΝΤΑΙ ΚΑΤΑ ΤΗΝ ΕΚΤΕΛΕΣΗ ΤΩΝ ΕΝΕΡΓΕΙΩΝ ΩΡΙΜΑΝΣΗΣ </w:t>
            </w:r>
          </w:p>
        </w:tc>
      </w:tr>
      <w:tr w:rsidR="00271C79" w:rsidRPr="00592AB5">
        <w:trPr>
          <w:trHeight w:val="274"/>
          <w:jc w:val="center"/>
        </w:trPr>
        <w:tc>
          <w:tcPr>
            <w:tcW w:w="1245" w:type="dxa"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D448DC">
            <w:pPr>
              <w:numPr>
                <w:ilvl w:val="0"/>
                <w:numId w:val="31"/>
              </w:numPr>
              <w:tabs>
                <w:tab w:val="left" w:pos="176"/>
              </w:tabs>
              <w:ind w:left="0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Α/Α/ Πρόβλημα / Εμπλοκή</w:t>
            </w:r>
          </w:p>
        </w:tc>
        <w:tc>
          <w:tcPr>
            <w:tcW w:w="850" w:type="dxa"/>
            <w:vAlign w:val="center"/>
          </w:tcPr>
          <w:p w:rsidR="00271C79" w:rsidRPr="00592AB5" w:rsidRDefault="00271C79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-108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Α/Α Ενέργειας </w:t>
            </w:r>
          </w:p>
        </w:tc>
        <w:tc>
          <w:tcPr>
            <w:tcW w:w="1842" w:type="dxa"/>
            <w:vAlign w:val="center"/>
          </w:tcPr>
          <w:p w:rsidR="00271C79" w:rsidRPr="00592AB5" w:rsidRDefault="00271C79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Περιγραφή Προβλήματος / Εμπλοκής </w:t>
            </w:r>
          </w:p>
        </w:tc>
        <w:tc>
          <w:tcPr>
            <w:tcW w:w="1701" w:type="dxa"/>
            <w:vAlign w:val="center"/>
          </w:tcPr>
          <w:p w:rsidR="00271C79" w:rsidRPr="00592AB5" w:rsidRDefault="00271C79" w:rsidP="00764D76">
            <w:pPr>
              <w:numPr>
                <w:ilvl w:val="0"/>
                <w:numId w:val="31"/>
              </w:numPr>
              <w:tabs>
                <w:tab w:val="left" w:pos="240"/>
              </w:tabs>
              <w:ind w:left="0" w:hanging="23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Κατηγορία Προβλήματος / Εμπλοκής </w:t>
            </w:r>
          </w:p>
        </w:tc>
        <w:tc>
          <w:tcPr>
            <w:tcW w:w="1701" w:type="dxa"/>
            <w:vAlign w:val="center"/>
          </w:tcPr>
          <w:p w:rsidR="00271C79" w:rsidRPr="00592AB5" w:rsidRDefault="00271C79" w:rsidP="00764D76">
            <w:pPr>
              <w:numPr>
                <w:ilvl w:val="0"/>
                <w:numId w:val="31"/>
              </w:numPr>
              <w:tabs>
                <w:tab w:val="left" w:pos="176"/>
              </w:tabs>
              <w:ind w:left="-107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Προτεινόμενη Διορθωτική Ενέργεια </w:t>
            </w:r>
          </w:p>
        </w:tc>
        <w:tc>
          <w:tcPr>
            <w:tcW w:w="1418" w:type="dxa"/>
            <w:vAlign w:val="center"/>
          </w:tcPr>
          <w:p w:rsidR="00271C79" w:rsidRPr="00592AB5" w:rsidRDefault="00271C79" w:rsidP="00592AB5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Προβλεπόμενη Ημ/ν</w:t>
            </w:r>
            <w:r>
              <w:rPr>
                <w:rFonts w:ascii="Tahoma" w:hAnsi="Tahoma" w:cs="Tahoma"/>
                <w:sz w:val="16"/>
                <w:szCs w:val="16"/>
              </w:rPr>
              <w:t>ί</w:t>
            </w:r>
            <w:r w:rsidRPr="00592AB5">
              <w:rPr>
                <w:rFonts w:ascii="Tahoma" w:hAnsi="Tahoma" w:cs="Tahoma"/>
                <w:sz w:val="16"/>
                <w:szCs w:val="16"/>
              </w:rPr>
              <w:t xml:space="preserve">α Επίλυσης </w:t>
            </w:r>
          </w:p>
        </w:tc>
        <w:tc>
          <w:tcPr>
            <w:tcW w:w="1499" w:type="dxa"/>
            <w:tcBorders>
              <w:right w:val="dotted" w:sz="4" w:space="0" w:color="auto"/>
            </w:tcBorders>
            <w:vAlign w:val="center"/>
          </w:tcPr>
          <w:p w:rsidR="00271C79" w:rsidRPr="00592AB5" w:rsidRDefault="00271C79" w:rsidP="00D448DC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Πραγματική / Νέα Εκτιμώμενη Ημ/νία λήξης</w:t>
            </w:r>
          </w:p>
        </w:tc>
      </w:tr>
      <w:tr w:rsidR="00271C79" w:rsidRPr="00592AB5">
        <w:trPr>
          <w:trHeight w:val="274"/>
          <w:jc w:val="center"/>
        </w:trPr>
        <w:tc>
          <w:tcPr>
            <w:tcW w:w="1245" w:type="dxa"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499" w:type="dxa"/>
            <w:tcBorders>
              <w:right w:val="dotted" w:sz="4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271C79" w:rsidRPr="00592AB5">
        <w:trPr>
          <w:trHeight w:val="274"/>
          <w:jc w:val="center"/>
        </w:trPr>
        <w:tc>
          <w:tcPr>
            <w:tcW w:w="1245" w:type="dxa"/>
            <w:tcBorders>
              <w:left w:val="dotted" w:sz="4" w:space="0" w:color="auto"/>
              <w:bottom w:val="single" w:sz="18" w:space="0" w:color="auto"/>
            </w:tcBorders>
            <w:vAlign w:val="center"/>
          </w:tcPr>
          <w:p w:rsidR="00271C79" w:rsidRPr="00592AB5" w:rsidRDefault="00271C79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499" w:type="dxa"/>
            <w:tcBorders>
              <w:bottom w:val="single" w:sz="18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</w:tbl>
    <w:p w:rsidR="00271C79" w:rsidRPr="00592AB5" w:rsidRDefault="00271C79" w:rsidP="00E64ADA">
      <w:pPr>
        <w:spacing w:line="360" w:lineRule="auto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0A0"/>
      </w:tblPr>
      <w:tblGrid>
        <w:gridCol w:w="1668"/>
        <w:gridCol w:w="1701"/>
        <w:gridCol w:w="1559"/>
        <w:gridCol w:w="2268"/>
        <w:gridCol w:w="1559"/>
        <w:gridCol w:w="1451"/>
      </w:tblGrid>
      <w:tr w:rsidR="00271C79" w:rsidRPr="00592AB5">
        <w:trPr>
          <w:trHeight w:val="226"/>
        </w:trPr>
        <w:tc>
          <w:tcPr>
            <w:tcW w:w="10206" w:type="dxa"/>
            <w:gridSpan w:val="6"/>
            <w:tcMar>
              <w:top w:w="28" w:type="dxa"/>
              <w:left w:w="28" w:type="dxa"/>
              <w:right w:w="28" w:type="dxa"/>
            </w:tcMar>
            <w:vAlign w:val="center"/>
          </w:tcPr>
          <w:p w:rsidR="00271C79" w:rsidRPr="00592AB5" w:rsidRDefault="00271C79" w:rsidP="00DF5B93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ΕΞΕΙΔΙΚΕΥΣΗ ΕΝΕΡΓΕΙΩΝ ΑΠΟΚΤΗΣΗΣ ΓΗΣ &amp; ΑΠΟΔΟΣΗΣ ΧΩΡΩΝ </w:t>
            </w:r>
          </w:p>
        </w:tc>
      </w:tr>
      <w:tr w:rsidR="00271C79" w:rsidRPr="00592AB5">
        <w:tc>
          <w:tcPr>
            <w:tcW w:w="1668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Α/Α. ΕΝΕΡΓΕΙΑΣ</w:t>
            </w:r>
          </w:p>
        </w:tc>
        <w:tc>
          <w:tcPr>
            <w:tcW w:w="1701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ΕΚΤΙΜΩΜΕΝΗ </w:t>
            </w:r>
          </w:p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ΕΠΙΦΑΝΕΙΑ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ΑΠΟΔΟΣΗ ΧΩΡΩΝ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ΕΚΤΙΜΩΜΕΝΟΣ </w:t>
            </w:r>
          </w:p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ΠΡΟΫΠΟΛΟΓΙΣΜΟΣ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ΠΟΣΟ ΠΛΗΡΩΜΩΝ</w:t>
            </w:r>
          </w:p>
        </w:tc>
        <w:tc>
          <w:tcPr>
            <w:tcW w:w="1451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ΘΕΣΜΙΚΟ ΠΛΑΙΣΙΟ</w:t>
            </w:r>
          </w:p>
        </w:tc>
      </w:tr>
      <w:tr w:rsidR="00271C79" w:rsidRPr="00592AB5">
        <w:tc>
          <w:tcPr>
            <w:tcW w:w="1668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51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71C79" w:rsidRDefault="00271C79" w:rsidP="00606091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271C79" w:rsidSect="008338DB">
      <w:footerReference w:type="default" r:id="rId7"/>
      <w:pgSz w:w="11906" w:h="16838" w:code="9"/>
      <w:pgMar w:top="993" w:right="924" w:bottom="1560" w:left="902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C79" w:rsidRDefault="00271C79">
      <w:r>
        <w:separator/>
      </w:r>
    </w:p>
  </w:endnote>
  <w:endnote w:type="continuationSeparator" w:id="0">
    <w:p w:rsidR="00271C79" w:rsidRDefault="00271C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Narrow">
    <w:panose1 w:val="020B0506020202030204"/>
    <w:charset w:val="A1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Borders>
        <w:top w:val="single" w:sz="4" w:space="0" w:color="auto"/>
      </w:tblBorders>
      <w:tblLook w:val="01E0"/>
    </w:tblPr>
    <w:tblGrid>
      <w:gridCol w:w="3383"/>
      <w:gridCol w:w="2850"/>
      <w:gridCol w:w="2798"/>
    </w:tblGrid>
    <w:tr w:rsidR="00271C79" w:rsidRPr="00DA3A9D">
      <w:trPr>
        <w:jc w:val="center"/>
      </w:trPr>
      <w:tc>
        <w:tcPr>
          <w:tcW w:w="3383" w:type="dxa"/>
          <w:tcBorders>
            <w:top w:val="single" w:sz="4" w:space="0" w:color="auto"/>
          </w:tcBorders>
        </w:tcPr>
        <w:p w:rsidR="00271C79" w:rsidRPr="00DA3A9D" w:rsidRDefault="00271C79" w:rsidP="006D40A0">
          <w:pPr>
            <w:spacing w:before="60"/>
            <w:rPr>
              <w:rStyle w:val="PageNumber"/>
              <w:rFonts w:ascii="Tahoma" w:hAnsi="Tahoma" w:cs="Tahoma"/>
              <w:sz w:val="16"/>
              <w:szCs w:val="16"/>
            </w:rPr>
          </w:pP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Αρ. Εντύπου:Ε.ΙΙ.1_1</w:t>
          </w:r>
        </w:p>
        <w:p w:rsidR="00271C79" w:rsidRPr="00DA3A9D" w:rsidRDefault="00271C79" w:rsidP="006D40A0">
          <w:pPr>
            <w:rPr>
              <w:rStyle w:val="PageNumber"/>
              <w:rFonts w:ascii="Tahoma" w:hAnsi="Tahoma" w:cs="Tahoma"/>
              <w:sz w:val="16"/>
              <w:szCs w:val="16"/>
            </w:rPr>
          </w:pP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 xml:space="preserve">Έκδοση: 1η </w:t>
          </w:r>
        </w:p>
        <w:p w:rsidR="00271C79" w:rsidRPr="00DA3A9D" w:rsidRDefault="00271C79" w:rsidP="002E7576">
          <w:pPr>
            <w:rPr>
              <w:rFonts w:ascii="Tahoma" w:hAnsi="Tahoma" w:cs="Tahoma"/>
              <w:b/>
              <w:bCs/>
              <w:sz w:val="16"/>
              <w:szCs w:val="16"/>
            </w:rPr>
          </w:pP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Ημ/νια Έκδοσης:</w:t>
          </w:r>
          <w:r>
            <w:rPr>
              <w:rStyle w:val="PageNumber"/>
              <w:rFonts w:ascii="Tahoma" w:hAnsi="Tahoma" w:cs="Tahoma"/>
              <w:sz w:val="16"/>
              <w:szCs w:val="16"/>
            </w:rPr>
            <w:t xml:space="preserve"> 30</w:t>
          </w: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.</w:t>
          </w:r>
          <w:r>
            <w:rPr>
              <w:rStyle w:val="PageNumber"/>
              <w:rFonts w:ascii="Tahoma" w:hAnsi="Tahoma" w:cs="Tahoma"/>
              <w:sz w:val="16"/>
              <w:szCs w:val="16"/>
            </w:rPr>
            <w:t>10</w:t>
          </w: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tcBorders>
            <w:top w:val="single" w:sz="4" w:space="0" w:color="auto"/>
          </w:tcBorders>
          <w:vAlign w:val="center"/>
        </w:tcPr>
        <w:p w:rsidR="00271C79" w:rsidRPr="00DA3A9D" w:rsidRDefault="00271C79" w:rsidP="006D40A0">
          <w:pPr>
            <w:pStyle w:val="ListParagraph"/>
            <w:numPr>
              <w:ilvl w:val="0"/>
              <w:numId w:val="32"/>
            </w:numPr>
            <w:spacing w:line="360" w:lineRule="auto"/>
            <w:ind w:left="96" w:firstLine="0"/>
            <w:jc w:val="center"/>
            <w:rPr>
              <w:rFonts w:ascii="Tahoma" w:hAnsi="Tahoma" w:cs="Tahoma"/>
            </w:rPr>
          </w:pPr>
        </w:p>
      </w:tc>
      <w:tc>
        <w:tcPr>
          <w:tcW w:w="2798" w:type="dxa"/>
          <w:tcBorders>
            <w:top w:val="single" w:sz="4" w:space="0" w:color="auto"/>
          </w:tcBorders>
          <w:vAlign w:val="center"/>
        </w:tcPr>
        <w:p w:rsidR="00271C79" w:rsidRPr="00DA3A9D" w:rsidRDefault="00271C79" w:rsidP="008338DB">
          <w:pPr>
            <w:spacing w:before="120" w:line="360" w:lineRule="auto"/>
            <w:jc w:val="right"/>
            <w:rPr>
              <w:rFonts w:ascii="Tahoma" w:hAnsi="Tahoma" w:cs="Tahoma"/>
              <w:b/>
              <w:bCs/>
              <w:sz w:val="16"/>
              <w:szCs w:val="16"/>
            </w:rPr>
          </w:pPr>
          <w:r w:rsidRPr="00993633">
            <w:rPr>
              <w:rFonts w:ascii="Tahoma" w:hAnsi="Tahoma" w:cs="Tahoma"/>
              <w:noProof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1" o:spid="_x0000_i1026" type="#_x0000_t75" alt="ESPA1420_rgb" style="width:57pt;height:33.75pt;visibility:visible">
                <v:imagedata r:id="rId1" o:title=""/>
              </v:shape>
            </w:pict>
          </w:r>
        </w:p>
      </w:tc>
    </w:tr>
  </w:tbl>
  <w:p w:rsidR="00271C79" w:rsidRPr="00011E42" w:rsidRDefault="00271C79" w:rsidP="00011E42">
    <w:pPr>
      <w:pStyle w:val="Footer"/>
      <w:rPr>
        <w:rFonts w:ascii="Arial Narrow" w:hAnsi="Arial Narrow" w:cs="Arial Narrow"/>
        <w:sz w:val="16"/>
        <w:szCs w:val="16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C79" w:rsidRDefault="00271C79">
      <w:r>
        <w:separator/>
      </w:r>
    </w:p>
  </w:footnote>
  <w:footnote w:type="continuationSeparator" w:id="0">
    <w:p w:rsidR="00271C79" w:rsidRDefault="00271C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5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  <w:bCs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  <w:bCs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  <w:bCs/>
      </w:rPr>
    </w:lvl>
  </w:abstractNum>
  <w:abstractNum w:abstractNumId="8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1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3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106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16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8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cs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8"/>
  </w:num>
  <w:num w:numId="8">
    <w:abstractNumId w:val="15"/>
  </w:num>
  <w:num w:numId="9">
    <w:abstractNumId w:val="9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19"/>
  </w:num>
  <w:num w:numId="16">
    <w:abstractNumId w:val="19"/>
  </w:num>
  <w:num w:numId="17">
    <w:abstractNumId w:val="17"/>
  </w:num>
  <w:num w:numId="18">
    <w:abstractNumId w:val="17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13"/>
  </w:num>
  <w:num w:numId="24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2"/>
    </w:lvlOverride>
  </w:num>
  <w:num w:numId="27">
    <w:abstractNumId w:val="20"/>
  </w:num>
  <w:num w:numId="28">
    <w:abstractNumId w:val="20"/>
    <w:lvlOverride w:ilvl="0">
      <w:startOverride w:val="1"/>
    </w:lvlOverride>
  </w:num>
  <w:num w:numId="29">
    <w:abstractNumId w:val="16"/>
  </w:num>
  <w:num w:numId="30">
    <w:abstractNumId w:val="14"/>
  </w:num>
  <w:num w:numId="31">
    <w:abstractNumId w:val="6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149B"/>
    <w:rsid w:val="0000000D"/>
    <w:rsid w:val="000007F7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68F"/>
    <w:rsid w:val="000B0C10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D35"/>
    <w:rsid w:val="00180608"/>
    <w:rsid w:val="00182FEB"/>
    <w:rsid w:val="0019354A"/>
    <w:rsid w:val="00194848"/>
    <w:rsid w:val="001B1188"/>
    <w:rsid w:val="001B2ED1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4DCA"/>
    <w:rsid w:val="0026299F"/>
    <w:rsid w:val="002707E0"/>
    <w:rsid w:val="002719D7"/>
    <w:rsid w:val="00271C79"/>
    <w:rsid w:val="002814D6"/>
    <w:rsid w:val="0028303A"/>
    <w:rsid w:val="00285FA9"/>
    <w:rsid w:val="002B07AA"/>
    <w:rsid w:val="002C0890"/>
    <w:rsid w:val="002C2E32"/>
    <w:rsid w:val="002C3581"/>
    <w:rsid w:val="002D55FB"/>
    <w:rsid w:val="002E7576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70D4C"/>
    <w:rsid w:val="00382705"/>
    <w:rsid w:val="003853FB"/>
    <w:rsid w:val="00395DE6"/>
    <w:rsid w:val="003A2288"/>
    <w:rsid w:val="003A3DC3"/>
    <w:rsid w:val="003A7D8D"/>
    <w:rsid w:val="003B7BC2"/>
    <w:rsid w:val="003C0187"/>
    <w:rsid w:val="003C1F0D"/>
    <w:rsid w:val="003C5EA9"/>
    <w:rsid w:val="003C74FD"/>
    <w:rsid w:val="003D005E"/>
    <w:rsid w:val="003D2EB0"/>
    <w:rsid w:val="003E69F7"/>
    <w:rsid w:val="003F3221"/>
    <w:rsid w:val="003F47A9"/>
    <w:rsid w:val="003F540F"/>
    <w:rsid w:val="003F71CB"/>
    <w:rsid w:val="00404B3C"/>
    <w:rsid w:val="00405BDB"/>
    <w:rsid w:val="00411028"/>
    <w:rsid w:val="00425279"/>
    <w:rsid w:val="004269DD"/>
    <w:rsid w:val="00431D50"/>
    <w:rsid w:val="00432113"/>
    <w:rsid w:val="00451695"/>
    <w:rsid w:val="0046769F"/>
    <w:rsid w:val="00476CFC"/>
    <w:rsid w:val="004839B0"/>
    <w:rsid w:val="004949BC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6B85"/>
    <w:rsid w:val="005C3840"/>
    <w:rsid w:val="005C5869"/>
    <w:rsid w:val="005C6D34"/>
    <w:rsid w:val="005D270A"/>
    <w:rsid w:val="005D4CBA"/>
    <w:rsid w:val="005E1C29"/>
    <w:rsid w:val="005E31FB"/>
    <w:rsid w:val="005F5322"/>
    <w:rsid w:val="005F7499"/>
    <w:rsid w:val="00606091"/>
    <w:rsid w:val="00610671"/>
    <w:rsid w:val="00624B34"/>
    <w:rsid w:val="00633C20"/>
    <w:rsid w:val="0063581B"/>
    <w:rsid w:val="00636642"/>
    <w:rsid w:val="0064534C"/>
    <w:rsid w:val="00650C17"/>
    <w:rsid w:val="00663DC0"/>
    <w:rsid w:val="00694D78"/>
    <w:rsid w:val="006B3DE4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26BE9"/>
    <w:rsid w:val="00732A58"/>
    <w:rsid w:val="00741A7F"/>
    <w:rsid w:val="0075289E"/>
    <w:rsid w:val="0075553D"/>
    <w:rsid w:val="007602E7"/>
    <w:rsid w:val="00764D76"/>
    <w:rsid w:val="00770B75"/>
    <w:rsid w:val="007743E2"/>
    <w:rsid w:val="007804B1"/>
    <w:rsid w:val="00781767"/>
    <w:rsid w:val="0078191A"/>
    <w:rsid w:val="007822FB"/>
    <w:rsid w:val="00790331"/>
    <w:rsid w:val="00792E83"/>
    <w:rsid w:val="007A0D4C"/>
    <w:rsid w:val="007A0EBF"/>
    <w:rsid w:val="007A4EF6"/>
    <w:rsid w:val="007A676D"/>
    <w:rsid w:val="007B333E"/>
    <w:rsid w:val="007C439E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35FF6"/>
    <w:rsid w:val="00942C79"/>
    <w:rsid w:val="00944046"/>
    <w:rsid w:val="009468F0"/>
    <w:rsid w:val="009535E5"/>
    <w:rsid w:val="00970855"/>
    <w:rsid w:val="0097313A"/>
    <w:rsid w:val="00985A14"/>
    <w:rsid w:val="00985C15"/>
    <w:rsid w:val="00987BC1"/>
    <w:rsid w:val="00990F06"/>
    <w:rsid w:val="00993633"/>
    <w:rsid w:val="00993763"/>
    <w:rsid w:val="009A2B48"/>
    <w:rsid w:val="009A2D5A"/>
    <w:rsid w:val="009A4E3A"/>
    <w:rsid w:val="009C3146"/>
    <w:rsid w:val="009F0625"/>
    <w:rsid w:val="009F1775"/>
    <w:rsid w:val="00A03BF6"/>
    <w:rsid w:val="00A05EC2"/>
    <w:rsid w:val="00A31497"/>
    <w:rsid w:val="00A33590"/>
    <w:rsid w:val="00A41CCE"/>
    <w:rsid w:val="00A541F2"/>
    <w:rsid w:val="00A62D8C"/>
    <w:rsid w:val="00A64918"/>
    <w:rsid w:val="00A72773"/>
    <w:rsid w:val="00A762CB"/>
    <w:rsid w:val="00A77068"/>
    <w:rsid w:val="00A856A5"/>
    <w:rsid w:val="00A913A8"/>
    <w:rsid w:val="00A96F5B"/>
    <w:rsid w:val="00AA21B6"/>
    <w:rsid w:val="00AB2590"/>
    <w:rsid w:val="00AC54C9"/>
    <w:rsid w:val="00AD1370"/>
    <w:rsid w:val="00AD32DB"/>
    <w:rsid w:val="00AD7162"/>
    <w:rsid w:val="00AE30C8"/>
    <w:rsid w:val="00B15097"/>
    <w:rsid w:val="00B20595"/>
    <w:rsid w:val="00B247BC"/>
    <w:rsid w:val="00B30BFE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A5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91F"/>
    <w:rsid w:val="00BD0945"/>
    <w:rsid w:val="00BD50F6"/>
    <w:rsid w:val="00BD6605"/>
    <w:rsid w:val="00BE1258"/>
    <w:rsid w:val="00BE7C5D"/>
    <w:rsid w:val="00BF43EB"/>
    <w:rsid w:val="00C02CAB"/>
    <w:rsid w:val="00C0743E"/>
    <w:rsid w:val="00C07896"/>
    <w:rsid w:val="00C15451"/>
    <w:rsid w:val="00C15CDE"/>
    <w:rsid w:val="00C170E9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90C53"/>
    <w:rsid w:val="00C94EC5"/>
    <w:rsid w:val="00C95588"/>
    <w:rsid w:val="00C9646A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A3A9D"/>
    <w:rsid w:val="00DC7B5D"/>
    <w:rsid w:val="00DE0DA7"/>
    <w:rsid w:val="00DF4FD3"/>
    <w:rsid w:val="00DF5B93"/>
    <w:rsid w:val="00E2278C"/>
    <w:rsid w:val="00E34C3E"/>
    <w:rsid w:val="00E42B9D"/>
    <w:rsid w:val="00E513C5"/>
    <w:rsid w:val="00E547AA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5968"/>
    <w:rsid w:val="00EE208E"/>
    <w:rsid w:val="00EE716F"/>
    <w:rsid w:val="00EE758B"/>
    <w:rsid w:val="00EF36C1"/>
    <w:rsid w:val="00EF7BBC"/>
    <w:rsid w:val="00F0611D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7222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B34"/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4B34"/>
    <w:pPr>
      <w:keepNext/>
      <w:tabs>
        <w:tab w:val="right" w:pos="9214"/>
      </w:tabs>
      <w:ind w:right="-57"/>
      <w:outlineLvl w:val="0"/>
    </w:pPr>
    <w:rPr>
      <w:rFonts w:cs="Times New Roman"/>
      <w:b/>
      <w:bCs/>
      <w:sz w:val="20"/>
      <w:szCs w:val="2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24B34"/>
    <w:pPr>
      <w:keepNext/>
      <w:tabs>
        <w:tab w:val="right" w:pos="9214"/>
      </w:tabs>
      <w:ind w:right="-57"/>
      <w:outlineLvl w:val="4"/>
    </w:pPr>
    <w:rPr>
      <w:rFonts w:cs="Times New Roman"/>
      <w:b/>
      <w:bCs/>
      <w:sz w:val="16"/>
      <w:szCs w:val="16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24B34"/>
    <w:pPr>
      <w:keepNext/>
      <w:spacing w:after="80"/>
      <w:outlineLvl w:val="6"/>
    </w:pPr>
    <w:rPr>
      <w:rFonts w:cs="Times New Roman"/>
      <w:b/>
      <w:bCs/>
      <w:sz w:val="20"/>
      <w:szCs w:val="20"/>
      <w:lang w:val="en-AU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24B34"/>
    <w:pPr>
      <w:keepNext/>
      <w:tabs>
        <w:tab w:val="right" w:pos="9214"/>
      </w:tabs>
      <w:ind w:right="-57"/>
      <w:outlineLvl w:val="7"/>
    </w:pPr>
    <w:rPr>
      <w:rFonts w:cs="Times New Roman"/>
      <w:b/>
      <w:bCs/>
      <w:color w:val="FF0000"/>
      <w:sz w:val="16"/>
      <w:szCs w:val="16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cs="Times New Roman"/>
      <w:b/>
      <w:bCs/>
      <w:color w:val="FF0000"/>
      <w:sz w:val="16"/>
      <w:szCs w:val="1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6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633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6336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6336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6336"/>
    <w:rPr>
      <w:rFonts w:asciiTheme="majorHAnsi" w:eastAsiaTheme="majorEastAsia" w:hAnsiTheme="majorHAnsi" w:cstheme="majorBidi"/>
    </w:rPr>
  </w:style>
  <w:style w:type="paragraph" w:styleId="Header">
    <w:name w:val="header"/>
    <w:aliases w:val="hd"/>
    <w:basedOn w:val="Normal"/>
    <w:link w:val="HeaderChar"/>
    <w:uiPriority w:val="99"/>
    <w:rsid w:val="00624B34"/>
    <w:pPr>
      <w:tabs>
        <w:tab w:val="center" w:pos="4536"/>
        <w:tab w:val="right" w:pos="9072"/>
      </w:tabs>
    </w:pPr>
    <w:rPr>
      <w:rFonts w:cs="Times New Roman"/>
      <w:sz w:val="24"/>
      <w:szCs w:val="24"/>
      <w:lang w:eastAsia="en-US"/>
    </w:rPr>
  </w:style>
  <w:style w:type="character" w:customStyle="1" w:styleId="HeaderChar">
    <w:name w:val="Header Char"/>
    <w:aliases w:val="hd Char"/>
    <w:basedOn w:val="DefaultParagraphFont"/>
    <w:link w:val="Header"/>
    <w:uiPriority w:val="99"/>
    <w:semiHidden/>
    <w:rsid w:val="00AB6336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624B34"/>
    <w:pPr>
      <w:tabs>
        <w:tab w:val="center" w:pos="4536"/>
        <w:tab w:val="right" w:pos="9072"/>
      </w:tabs>
    </w:pPr>
    <w:rPr>
      <w:rFonts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B6336"/>
    <w:rPr>
      <w:rFonts w:ascii="Arial" w:hAnsi="Arial" w:cs="Arial"/>
    </w:rPr>
  </w:style>
  <w:style w:type="table" w:styleId="TableGrid">
    <w:name w:val="Table Grid"/>
    <w:basedOn w:val="TableNormal"/>
    <w:uiPriority w:val="99"/>
    <w:rsid w:val="00C02CAB"/>
    <w:rPr>
      <w:rFonts w:ascii="Arial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uiPriority w:val="99"/>
    <w:rsid w:val="00F2111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rsid w:val="009C3146"/>
  </w:style>
  <w:style w:type="table" w:customStyle="1" w:styleId="1">
    <w:name w:val="Πλέγμα πίνακα1"/>
    <w:uiPriority w:val="99"/>
    <w:rsid w:val="00B732B3"/>
    <w:pPr>
      <w:spacing w:line="360" w:lineRule="auto"/>
      <w:jc w:val="both"/>
    </w:pPr>
    <w:rPr>
      <w:rFonts w:ascii="Arial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705D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05D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5D95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05D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05D9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05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05D9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4C574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C574C"/>
    <w:rPr>
      <w:rFonts w:ascii="Arial" w:hAnsi="Arial" w:cs="Arial"/>
    </w:rPr>
  </w:style>
  <w:style w:type="character" w:styleId="FootnoteReference">
    <w:name w:val="footnote reference"/>
    <w:basedOn w:val="DefaultParagraphFont"/>
    <w:uiPriority w:val="99"/>
    <w:semiHidden/>
    <w:rsid w:val="004C574C"/>
    <w:rPr>
      <w:rFonts w:cs="Times New Roman"/>
      <w:vertAlign w:val="superscript"/>
    </w:rPr>
  </w:style>
  <w:style w:type="table" w:customStyle="1" w:styleId="TableGrid1">
    <w:name w:val="Table Grid1"/>
    <w:uiPriority w:val="99"/>
    <w:rsid w:val="00EE716F"/>
    <w:pPr>
      <w:spacing w:line="360" w:lineRule="auto"/>
      <w:jc w:val="both"/>
    </w:pPr>
    <w:rPr>
      <w:rFonts w:ascii="Arial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1C225D"/>
    <w:rPr>
      <w:rFonts w:ascii="Arial" w:hAnsi="Arial" w:cs="Arial"/>
    </w:rPr>
  </w:style>
  <w:style w:type="paragraph" w:styleId="ListParagraph">
    <w:name w:val="List Paragraph"/>
    <w:basedOn w:val="Normal"/>
    <w:uiPriority w:val="99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 w:cs="Verdan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66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225</Words>
  <Characters>1221</Characters>
  <Application>Microsoft Office Outlook</Application>
  <DocSecurity>0</DocSecurity>
  <Lines>0</Lines>
  <Paragraphs>0</Paragraphs>
  <ScaleCrop>false</ScaleCrop>
  <Company>ΜΟΔ Α.Ε.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subject/>
  <dc:creator>XX</dc:creator>
  <cp:keywords/>
  <dc:description/>
  <cp:lastModifiedBy>Christos</cp:lastModifiedBy>
  <cp:revision>3</cp:revision>
  <cp:lastPrinted>2015-05-14T09:27:00Z</cp:lastPrinted>
  <dcterms:created xsi:type="dcterms:W3CDTF">2016-09-23T07:43:00Z</dcterms:created>
  <dcterms:modified xsi:type="dcterms:W3CDTF">2018-06-07T09:30:00Z</dcterms:modified>
</cp:coreProperties>
</file>